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ED148" w14:textId="77777777" w:rsidR="009E16C3" w:rsidRPr="00164144" w:rsidRDefault="00EB64F6" w:rsidP="00C920FC">
      <w:pPr>
        <w:pStyle w:val="aspose-heading2"/>
        <w:pBdr>
          <w:top w:val="single" w:sz="8" w:space="1" w:color="D9D9D9"/>
          <w:left w:val="single" w:sz="8" w:space="4" w:color="D9D9D9"/>
          <w:bottom w:val="single" w:sz="8" w:space="1" w:color="D9D9D9"/>
          <w:right w:val="single" w:sz="8" w:space="4" w:color="D9D9D9"/>
        </w:pBdr>
        <w:shd w:val="clear" w:color="auto" w:fill="94B2D6"/>
        <w:spacing w:before="240" w:after="120"/>
        <w:ind w:left="-720" w:right="-720"/>
        <w:rPr>
          <w:color w:val="FFFFFF"/>
          <w:sz w:val="36"/>
          <w:szCs w:val="36"/>
        </w:rPr>
      </w:pPr>
      <w:r w:rsidRPr="00164144">
        <w:rPr>
          <w:color w:val="FFFFFF"/>
          <w:sz w:val="36"/>
          <w:szCs w:val="36"/>
        </w:rPr>
        <w:t>Northwind Traders</w:t>
      </w:r>
    </w:p>
    <w:p w14:paraId="098F7C78" w14:textId="77777777" w:rsidR="001868B7" w:rsidRPr="007A1325" w:rsidRDefault="00EB64F6" w:rsidP="00D20D51">
      <w:pPr>
        <w:pStyle w:val="aspose-heading2"/>
        <w:spacing w:before="240" w:after="120"/>
      </w:pPr>
      <w:r w:rsidRPr="007A1325">
        <w:t>List of Suppliers</w:t>
      </w:r>
    </w:p>
    <w:tbl>
      <w:tblPr>
        <w:tblW w:w="874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8" w:space="0" w:color="808080"/>
        </w:tblBorders>
        <w:tblLayout w:type="fixed"/>
        <w:tblLook w:val="01A0" w:firstRow="1" w:lastRow="0" w:firstColumn="1" w:lastColumn="1" w:noHBand="0" w:noVBand="0"/>
      </w:tblPr>
      <w:tblGrid>
        <w:gridCol w:w="2628"/>
        <w:gridCol w:w="1980"/>
        <w:gridCol w:w="2340"/>
        <w:gridCol w:w="1800"/>
      </w:tblGrid>
      <w:tr w:rsidR="0013337C" w14:paraId="74A49874" w14:textId="77777777" w:rsidTr="0010481D">
        <w:trPr>
          <w:trHeight w:val="432"/>
        </w:trPr>
        <w:tc>
          <w:tcPr>
            <w:tcW w:w="2628" w:type="dxa"/>
            <w:tcBorders>
              <w:bottom w:val="single" w:sz="8" w:space="0" w:color="808080"/>
            </w:tcBorders>
            <w:shd w:val="solid" w:color="86B4CF" w:fill="FFFFFF"/>
          </w:tcPr>
          <w:p w14:paraId="60A6BBBE" w14:textId="77777777" w:rsidR="001868B7" w:rsidRPr="00D36D68" w:rsidRDefault="00EB64F6" w:rsidP="00FB2BF0">
            <w:pPr>
              <w:spacing w:after="40"/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</w:pPr>
            <w:r w:rsidRPr="00D36D68"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  <w:t>Company Name</w:t>
            </w:r>
          </w:p>
        </w:tc>
        <w:tc>
          <w:tcPr>
            <w:tcW w:w="1980" w:type="dxa"/>
            <w:tcBorders>
              <w:bottom w:val="single" w:sz="8" w:space="0" w:color="808080"/>
            </w:tcBorders>
            <w:shd w:val="solid" w:color="86B4CF" w:fill="FFFFFF"/>
          </w:tcPr>
          <w:p w14:paraId="777D520B" w14:textId="77777777" w:rsidR="001868B7" w:rsidRPr="00D36D68" w:rsidRDefault="00EB64F6" w:rsidP="00FB2BF0">
            <w:pPr>
              <w:spacing w:after="40"/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</w:pPr>
            <w:r w:rsidRPr="00D36D68"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  <w:t>Contact</w:t>
            </w:r>
          </w:p>
        </w:tc>
        <w:tc>
          <w:tcPr>
            <w:tcW w:w="2340" w:type="dxa"/>
            <w:tcBorders>
              <w:bottom w:val="single" w:sz="8" w:space="0" w:color="808080"/>
            </w:tcBorders>
            <w:shd w:val="solid" w:color="86B4CF" w:fill="FFFFFF"/>
          </w:tcPr>
          <w:p w14:paraId="1DC17106" w14:textId="77777777" w:rsidR="001868B7" w:rsidRPr="00D36D68" w:rsidRDefault="00EB64F6" w:rsidP="00FB2BF0">
            <w:pPr>
              <w:spacing w:after="40"/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</w:pPr>
            <w:r w:rsidRPr="00D36D68"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  <w:t>Address</w:t>
            </w:r>
          </w:p>
        </w:tc>
        <w:tc>
          <w:tcPr>
            <w:tcW w:w="1800" w:type="dxa"/>
            <w:tcBorders>
              <w:bottom w:val="single" w:sz="8" w:space="0" w:color="808080"/>
            </w:tcBorders>
            <w:shd w:val="solid" w:color="86B4CF" w:fill="FFFFFF"/>
          </w:tcPr>
          <w:p w14:paraId="2119C4EE" w14:textId="77777777" w:rsidR="001868B7" w:rsidRPr="00D36D68" w:rsidRDefault="00EB64F6" w:rsidP="00FB2BF0">
            <w:pPr>
              <w:spacing w:after="40"/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</w:pPr>
            <w:r w:rsidRPr="00D36D68">
              <w:rPr>
                <w:rFonts w:ascii="Arial" w:hAnsi="Arial"/>
                <w:b/>
                <w:color w:val="FFFFFF"/>
                <w:sz w:val="30"/>
                <w:szCs w:val="20"/>
                <w:vertAlign w:val="subscript"/>
              </w:rPr>
              <w:t>Phone</w:t>
            </w:r>
          </w:p>
        </w:tc>
      </w:tr>
      <w:tr w:rsidR="0013337C" w14:paraId="74105D41" w14:textId="77777777" w:rsidTr="0010481D">
        <w:tc>
          <w:tcPr>
            <w:tcW w:w="2628" w:type="dxa"/>
            <w:tcBorders>
              <w:top w:val="single" w:sz="8" w:space="0" w:color="808080"/>
              <w:bottom w:val="single" w:sz="4" w:space="0" w:color="A6A6A6"/>
            </w:tcBorders>
            <w:shd w:val="clear" w:color="auto" w:fill="D5E3EB"/>
          </w:tcPr>
          <w:p w14:paraId="69798A9B" w14:textId="77777777" w:rsidR="001868B7" w:rsidRPr="00D36D68" w:rsidRDefault="00AE13F9" w:rsidP="00FB2BF0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fldSimple w:instr=" MERGEFIELD  TableStart:Suppliers  \* MERGEFORMAT ">
              <w:r w:rsidR="006C2E11" w:rsidRPr="00D36D68">
                <w:rPr>
                  <w:rFonts w:ascii="Arial" w:hAnsi="Arial"/>
                  <w:noProof/>
                  <w:color w:val="404040"/>
                  <w:sz w:val="18"/>
                  <w:szCs w:val="20"/>
                </w:rPr>
                <w:t>«TableStart:Suppliers»</w:t>
              </w:r>
            </w:fldSimple>
            <w:fldSimple w:instr=" MERGEFIELD  CompanyName  \* MERGEFORMAT ">
              <w:r w:rsidR="006C2E11" w:rsidRPr="00D36D68">
                <w:rPr>
                  <w:rFonts w:ascii="Arial" w:hAnsi="Arial"/>
                  <w:noProof/>
                  <w:color w:val="404040"/>
                  <w:sz w:val="18"/>
                  <w:szCs w:val="20"/>
                </w:rPr>
                <w:t>«CompanyName»</w:t>
              </w:r>
            </w:fldSimple>
          </w:p>
        </w:tc>
        <w:tc>
          <w:tcPr>
            <w:tcW w:w="1980" w:type="dxa"/>
            <w:tcBorders>
              <w:top w:val="single" w:sz="8" w:space="0" w:color="808080"/>
              <w:bottom w:val="single" w:sz="4" w:space="0" w:color="A6A6A6"/>
            </w:tcBorders>
            <w:shd w:val="clear" w:color="auto" w:fill="D5E3EB"/>
          </w:tcPr>
          <w:p w14:paraId="76C74EDF" w14:textId="77777777" w:rsidR="001868B7" w:rsidRPr="00D36D68" w:rsidRDefault="00AE13F9" w:rsidP="00FB2BF0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fldSimple w:instr=" MERGEFIELD  ContactName  \* MERGEFORMAT ">
              <w:r w:rsidR="006C2E11" w:rsidRPr="00D36D68">
                <w:rPr>
                  <w:rFonts w:ascii="Arial" w:hAnsi="Arial"/>
                  <w:noProof/>
                  <w:color w:val="404040"/>
                  <w:sz w:val="18"/>
                  <w:szCs w:val="20"/>
                </w:rPr>
                <w:t>«ContactName»</w:t>
              </w:r>
            </w:fldSimple>
          </w:p>
        </w:tc>
        <w:tc>
          <w:tcPr>
            <w:tcW w:w="2340" w:type="dxa"/>
            <w:tcBorders>
              <w:top w:val="single" w:sz="8" w:space="0" w:color="808080"/>
              <w:bottom w:val="single" w:sz="4" w:space="0" w:color="A6A6A6"/>
            </w:tcBorders>
            <w:shd w:val="clear" w:color="auto" w:fill="D5E3EB"/>
          </w:tcPr>
          <w:p w14:paraId="5729B6CC" w14:textId="77777777" w:rsidR="001868B7" w:rsidRPr="00D36D68" w:rsidRDefault="00AE13F9" w:rsidP="00FB2BF0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fldSimple w:instr=" MERGEFIELD  Address  \* MERGEFORMAT ">
              <w:r w:rsidR="006C2E11" w:rsidRPr="00D36D68">
                <w:rPr>
                  <w:rFonts w:ascii="Arial" w:hAnsi="Arial"/>
                  <w:noProof/>
                  <w:color w:val="404040"/>
                  <w:sz w:val="18"/>
                  <w:szCs w:val="20"/>
                </w:rPr>
                <w:t>«Address»</w:t>
              </w:r>
            </w:fldSimple>
            <w:r w:rsidR="006C2E11" w:rsidRPr="00D36D68">
              <w:rPr>
                <w:rFonts w:ascii="Arial" w:hAnsi="Arial"/>
                <w:color w:val="404040"/>
                <w:sz w:val="18"/>
                <w:szCs w:val="20"/>
              </w:rPr>
              <w:t>,</w:t>
            </w:r>
            <w:r w:rsidR="006C2E11" w:rsidRPr="00D36D68">
              <w:rPr>
                <w:rFonts w:ascii="Arial" w:hAnsi="Arial"/>
                <w:color w:val="404040"/>
                <w:sz w:val="18"/>
                <w:szCs w:val="20"/>
              </w:rPr>
              <w:br/>
            </w:r>
            <w:fldSimple w:instr=" MERGEFIELD  City  \* MERGEFORMAT ">
              <w:r w:rsidR="006C2E11" w:rsidRPr="00D36D68">
                <w:rPr>
                  <w:rFonts w:ascii="Arial" w:hAnsi="Arial"/>
                  <w:noProof/>
                  <w:color w:val="404040"/>
                  <w:sz w:val="18"/>
                  <w:szCs w:val="20"/>
                </w:rPr>
                <w:t>«City»</w:t>
              </w:r>
            </w:fldSimple>
            <w:r w:rsidR="006C2E11" w:rsidRPr="00D36D68">
              <w:rPr>
                <w:rFonts w:ascii="Arial" w:hAnsi="Arial"/>
                <w:color w:val="404040"/>
                <w:sz w:val="18"/>
                <w:szCs w:val="20"/>
              </w:rPr>
              <w:t xml:space="preserve">, </w:t>
            </w:r>
            <w:fldSimple w:instr=" MERGEFIELD  PostalCode  \* MERGEFORMAT ">
              <w:r w:rsidR="006C2E11" w:rsidRPr="00D36D68">
                <w:rPr>
                  <w:rFonts w:ascii="Arial" w:hAnsi="Arial"/>
                  <w:noProof/>
                  <w:color w:val="404040"/>
                  <w:sz w:val="18"/>
                  <w:szCs w:val="20"/>
                </w:rPr>
                <w:t>«PostalCode»</w:t>
              </w:r>
            </w:fldSimple>
            <w:r w:rsidR="006C2E11" w:rsidRPr="00D36D68">
              <w:rPr>
                <w:rFonts w:ascii="Arial" w:hAnsi="Arial"/>
                <w:color w:val="404040"/>
                <w:sz w:val="18"/>
                <w:szCs w:val="20"/>
              </w:rPr>
              <w:br/>
            </w:r>
            <w:fldSimple w:instr=" MERGEFIELD  Country  \* MERGEFORMAT ">
              <w:r w:rsidR="006C2E11" w:rsidRPr="00D36D68">
                <w:rPr>
                  <w:rFonts w:ascii="Arial" w:hAnsi="Arial"/>
                  <w:noProof/>
                  <w:color w:val="404040"/>
                  <w:sz w:val="18"/>
                  <w:szCs w:val="20"/>
                </w:rPr>
                <w:t>«Country»</w:t>
              </w:r>
            </w:fldSimple>
          </w:p>
        </w:tc>
        <w:tc>
          <w:tcPr>
            <w:tcW w:w="1800" w:type="dxa"/>
            <w:tcBorders>
              <w:top w:val="single" w:sz="8" w:space="0" w:color="808080"/>
              <w:bottom w:val="single" w:sz="4" w:space="0" w:color="A6A6A6"/>
            </w:tcBorders>
            <w:shd w:val="clear" w:color="auto" w:fill="D5E3EB"/>
          </w:tcPr>
          <w:p w14:paraId="76569EA0" w14:textId="77777777" w:rsidR="001868B7" w:rsidRPr="00D36D68" w:rsidRDefault="00AE13F9" w:rsidP="006C2E11">
            <w:pPr>
              <w:spacing w:before="80" w:after="80"/>
              <w:rPr>
                <w:rFonts w:ascii="Arial" w:hAnsi="Arial"/>
                <w:color w:val="404040"/>
                <w:sz w:val="18"/>
                <w:szCs w:val="20"/>
              </w:rPr>
            </w:pPr>
            <w:fldSimple w:instr=" MERGEFIELD  Phone  \* MERGEFORMAT ">
              <w:r w:rsidR="006C2E11" w:rsidRPr="00D36D68">
                <w:rPr>
                  <w:rFonts w:ascii="Arial" w:hAnsi="Arial"/>
                  <w:noProof/>
                  <w:color w:val="404040"/>
                  <w:sz w:val="18"/>
                  <w:szCs w:val="20"/>
                </w:rPr>
                <w:t>«Phone»</w:t>
              </w:r>
            </w:fldSimple>
            <w:fldSimple w:instr=" MERGEFIELD  TableEnd:Suppliers  \* MERGEFORMAT ">
              <w:r w:rsidR="006C2E11" w:rsidRPr="00D36D68">
                <w:rPr>
                  <w:rFonts w:ascii="Arial" w:hAnsi="Arial"/>
                  <w:noProof/>
                  <w:color w:val="404040"/>
                  <w:sz w:val="18"/>
                  <w:szCs w:val="20"/>
                </w:rPr>
                <w:t>«TableEnd:Suppliers»</w:t>
              </w:r>
            </w:fldSimple>
          </w:p>
        </w:tc>
      </w:tr>
    </w:tbl>
    <w:p w14:paraId="32D66DA4" w14:textId="77777777" w:rsidR="001868B7" w:rsidRPr="00DD320D" w:rsidRDefault="001868B7" w:rsidP="001868B7">
      <w:pPr>
        <w:rPr>
          <w:rFonts w:ascii="Arial" w:hAnsi="Arial"/>
        </w:rPr>
      </w:pPr>
    </w:p>
    <w:sectPr w:rsidR="001868B7" w:rsidRPr="00DD320D" w:rsidSect="00FB2B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pgBorders w:offsetFrom="page">
        <w:top w:val="single" w:sz="8" w:space="24" w:color="D9D9D9"/>
        <w:left w:val="single" w:sz="8" w:space="24" w:color="D9D9D9"/>
        <w:bottom w:val="single" w:sz="8" w:space="24" w:color="D9D9D9"/>
        <w:right w:val="single" w:sz="8" w:space="24" w:color="D9D9D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BA4E71" w14:textId="77777777" w:rsidR="00EB64F6" w:rsidRDefault="00EB64F6">
      <w:pPr>
        <w:spacing w:after="0" w:line="240" w:lineRule="auto"/>
      </w:pPr>
      <w:r>
        <w:separator/>
      </w:r>
    </w:p>
  </w:endnote>
  <w:endnote w:type="continuationSeparator" w:id="0">
    <w:p w14:paraId="6F5AFE60" w14:textId="77777777" w:rsidR="00EB64F6" w:rsidRDefault="00EB6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25140" w14:textId="77777777" w:rsidR="005916C6" w:rsidRDefault="005916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924B81" w14:textId="77777777" w:rsidR="00FB2BF0" w:rsidRPr="00D3332F" w:rsidRDefault="00EB64F6" w:rsidP="00FB2BF0">
    <w:pPr>
      <w:pStyle w:val="Footer"/>
      <w:tabs>
        <w:tab w:val="clear" w:pos="9360"/>
        <w:tab w:val="right" w:pos="9180"/>
      </w:tabs>
      <w:ind w:right="-58"/>
      <w:rPr>
        <w:rFonts w:ascii="Arial" w:hAnsi="Arial" w:cs="Arial"/>
        <w:color w:val="808080"/>
        <w:sz w:val="16"/>
        <w:szCs w:val="16"/>
        <w:lang w:val="en-US"/>
      </w:rPr>
    </w:pPr>
    <w:r>
      <w:rPr>
        <w:rFonts w:ascii="Arial" w:hAnsi="Arial" w:cs="Arial"/>
        <w:noProof/>
        <w:color w:val="808080"/>
        <w:sz w:val="16"/>
        <w:szCs w:val="16"/>
      </w:rPr>
      <w:pict w14:anchorId="2A8744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3074" type="#_x0000_t75" alt="Untitled-1" style="position:absolute;margin-left:-89.85pt;margin-top:618.75pt;width:603pt;height:151.5pt;z-index:-1;visibility:visible;mso-position-vertical-relative:margin">
          <v:imagedata r:id="rId1" o:title="Untitled-1"/>
          <w10:wrap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3A8CF1" w14:textId="77777777" w:rsidR="005916C6" w:rsidRDefault="005916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1E4449" w14:textId="77777777" w:rsidR="00EB64F6" w:rsidRDefault="00EB64F6">
      <w:pPr>
        <w:spacing w:after="0" w:line="240" w:lineRule="auto"/>
      </w:pPr>
      <w:r>
        <w:separator/>
      </w:r>
    </w:p>
  </w:footnote>
  <w:footnote w:type="continuationSeparator" w:id="0">
    <w:p w14:paraId="20FDF749" w14:textId="77777777" w:rsidR="00EB64F6" w:rsidRDefault="00EB64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5C6C9" w14:textId="77777777" w:rsidR="005916C6" w:rsidRDefault="005916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C760F7" w14:textId="77777777" w:rsidR="0043393F" w:rsidRDefault="00EB64F6">
    <w:pPr>
      <w:pStyle w:val="Header"/>
    </w:pPr>
    <w:r>
      <w:rPr>
        <w:noProof/>
      </w:rPr>
      <w:pict w14:anchorId="463CEE1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3073" type="#_x0000_t75" alt="Untitled - 6" style="position:absolute;margin-left:-204pt;margin-top:0;width:799.2pt;height:146.25pt;z-index:-2;visibility:visible;mso-position-horizontal-relative:page;mso-position-vertical-relative:page">
          <v:imagedata r:id="rId1" o:title="Untitled - 6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71B50D" w14:textId="77777777" w:rsidR="00D542FA" w:rsidRDefault="00D542FA" w:rsidP="00D542FA">
    <w:pPr>
      <w:pStyle w:val="Header"/>
      <w:spacing w:after="240"/>
      <w:jc w:val="right"/>
    </w:pPr>
    <w:r>
      <w:t>This document is a mail merge destination</w:t>
    </w:r>
  </w:p>
  <w:p w14:paraId="36FE6B8F" w14:textId="37FD5006" w:rsidR="005916C6" w:rsidRPr="00D542FA" w:rsidRDefault="00D542FA" w:rsidP="00D542FA">
    <w:pPr>
      <w:pStyle w:val="Header"/>
      <w:spacing w:after="480"/>
      <w:jc w:val="right"/>
    </w:pPr>
    <w:r>
      <w:t xml:space="preserve">The mail merge regions below correspond to columns in the </w:t>
    </w:r>
    <w:r>
      <w:t>Suppliers</w:t>
    </w:r>
    <w:bookmarkStart w:id="0" w:name="_GoBack"/>
    <w:bookmarkEnd w:id="0"/>
    <w:r>
      <w:t xml:space="preserve"> table from the Northwind database and will accept data from cells in the corresponding columns during a mail merge with regions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ttachedTemplate r:id="rId1"/>
  <w:doNotTrackMoves/>
  <w:defaultTabStop w:val="720"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11E2"/>
    <w:rsid w:val="00022584"/>
    <w:rsid w:val="000230EC"/>
    <w:rsid w:val="00064683"/>
    <w:rsid w:val="000908BB"/>
    <w:rsid w:val="000A6C80"/>
    <w:rsid w:val="000D0AE7"/>
    <w:rsid w:val="0010481D"/>
    <w:rsid w:val="00106592"/>
    <w:rsid w:val="00122092"/>
    <w:rsid w:val="00132573"/>
    <w:rsid w:val="0013337C"/>
    <w:rsid w:val="0014043B"/>
    <w:rsid w:val="00145D0E"/>
    <w:rsid w:val="0014621C"/>
    <w:rsid w:val="00164144"/>
    <w:rsid w:val="00181006"/>
    <w:rsid w:val="001868B7"/>
    <w:rsid w:val="001975BF"/>
    <w:rsid w:val="00243D37"/>
    <w:rsid w:val="0027397F"/>
    <w:rsid w:val="0028225C"/>
    <w:rsid w:val="002A7A44"/>
    <w:rsid w:val="002B4F1C"/>
    <w:rsid w:val="002C29C7"/>
    <w:rsid w:val="00313E3F"/>
    <w:rsid w:val="00323658"/>
    <w:rsid w:val="003436AE"/>
    <w:rsid w:val="0034710F"/>
    <w:rsid w:val="003570F3"/>
    <w:rsid w:val="00366740"/>
    <w:rsid w:val="003864DD"/>
    <w:rsid w:val="003F48CA"/>
    <w:rsid w:val="00406BF2"/>
    <w:rsid w:val="0043393F"/>
    <w:rsid w:val="00434C4A"/>
    <w:rsid w:val="004467F8"/>
    <w:rsid w:val="0047623B"/>
    <w:rsid w:val="004B004B"/>
    <w:rsid w:val="004B6407"/>
    <w:rsid w:val="004D2E2A"/>
    <w:rsid w:val="00531241"/>
    <w:rsid w:val="005419D9"/>
    <w:rsid w:val="00576D8B"/>
    <w:rsid w:val="005916C6"/>
    <w:rsid w:val="005963CE"/>
    <w:rsid w:val="005B44A2"/>
    <w:rsid w:val="005D090C"/>
    <w:rsid w:val="005D661E"/>
    <w:rsid w:val="005F040D"/>
    <w:rsid w:val="006303DC"/>
    <w:rsid w:val="00630A10"/>
    <w:rsid w:val="0066157B"/>
    <w:rsid w:val="00662EC3"/>
    <w:rsid w:val="00663E98"/>
    <w:rsid w:val="00663EDE"/>
    <w:rsid w:val="00664DB8"/>
    <w:rsid w:val="00671036"/>
    <w:rsid w:val="00682010"/>
    <w:rsid w:val="006853BF"/>
    <w:rsid w:val="006C0914"/>
    <w:rsid w:val="006C2E11"/>
    <w:rsid w:val="006C3C23"/>
    <w:rsid w:val="006D03E2"/>
    <w:rsid w:val="006D778D"/>
    <w:rsid w:val="00713B86"/>
    <w:rsid w:val="007273C0"/>
    <w:rsid w:val="007411E2"/>
    <w:rsid w:val="007A1325"/>
    <w:rsid w:val="007B05D8"/>
    <w:rsid w:val="007B3385"/>
    <w:rsid w:val="007B5BA8"/>
    <w:rsid w:val="008518ED"/>
    <w:rsid w:val="008672FC"/>
    <w:rsid w:val="00873371"/>
    <w:rsid w:val="00874531"/>
    <w:rsid w:val="008B59F3"/>
    <w:rsid w:val="008C3448"/>
    <w:rsid w:val="008C4999"/>
    <w:rsid w:val="008C6447"/>
    <w:rsid w:val="008D3CE0"/>
    <w:rsid w:val="00915B24"/>
    <w:rsid w:val="0092216A"/>
    <w:rsid w:val="00937F75"/>
    <w:rsid w:val="00964367"/>
    <w:rsid w:val="00991761"/>
    <w:rsid w:val="009A4882"/>
    <w:rsid w:val="009C13F9"/>
    <w:rsid w:val="009D00CB"/>
    <w:rsid w:val="009E16C3"/>
    <w:rsid w:val="009F18CF"/>
    <w:rsid w:val="009F5564"/>
    <w:rsid w:val="00A12F06"/>
    <w:rsid w:val="00A15C12"/>
    <w:rsid w:val="00A20D02"/>
    <w:rsid w:val="00A33732"/>
    <w:rsid w:val="00A36F91"/>
    <w:rsid w:val="00A54E24"/>
    <w:rsid w:val="00A63F0E"/>
    <w:rsid w:val="00A80CEA"/>
    <w:rsid w:val="00AA0796"/>
    <w:rsid w:val="00AB558A"/>
    <w:rsid w:val="00AE13F9"/>
    <w:rsid w:val="00B06232"/>
    <w:rsid w:val="00B156F3"/>
    <w:rsid w:val="00B22897"/>
    <w:rsid w:val="00B2782D"/>
    <w:rsid w:val="00B470E8"/>
    <w:rsid w:val="00B6557F"/>
    <w:rsid w:val="00B664E3"/>
    <w:rsid w:val="00B745FD"/>
    <w:rsid w:val="00B93CA6"/>
    <w:rsid w:val="00BA00DB"/>
    <w:rsid w:val="00BB0A3B"/>
    <w:rsid w:val="00BB363C"/>
    <w:rsid w:val="00BD4B82"/>
    <w:rsid w:val="00BE4F16"/>
    <w:rsid w:val="00BE50EF"/>
    <w:rsid w:val="00BF48DC"/>
    <w:rsid w:val="00BF6615"/>
    <w:rsid w:val="00BF7183"/>
    <w:rsid w:val="00C06DED"/>
    <w:rsid w:val="00C1141D"/>
    <w:rsid w:val="00C5763F"/>
    <w:rsid w:val="00C671A9"/>
    <w:rsid w:val="00C920FC"/>
    <w:rsid w:val="00C92E38"/>
    <w:rsid w:val="00CB5F14"/>
    <w:rsid w:val="00D13496"/>
    <w:rsid w:val="00D20D51"/>
    <w:rsid w:val="00D2491E"/>
    <w:rsid w:val="00D3332F"/>
    <w:rsid w:val="00D36D68"/>
    <w:rsid w:val="00D542FA"/>
    <w:rsid w:val="00D770D2"/>
    <w:rsid w:val="00DD320D"/>
    <w:rsid w:val="00DF5673"/>
    <w:rsid w:val="00E12A2E"/>
    <w:rsid w:val="00E21742"/>
    <w:rsid w:val="00E678C2"/>
    <w:rsid w:val="00E86384"/>
    <w:rsid w:val="00EA444C"/>
    <w:rsid w:val="00EB64F6"/>
    <w:rsid w:val="00F06C3B"/>
    <w:rsid w:val="00F3761D"/>
    <w:rsid w:val="00F524AB"/>
    <w:rsid w:val="00F72ECD"/>
    <w:rsid w:val="00F771E6"/>
    <w:rsid w:val="00F9349A"/>
    <w:rsid w:val="00FA40CA"/>
    <w:rsid w:val="00FB2BF0"/>
    <w:rsid w:val="00FB64C9"/>
    <w:rsid w:val="00FC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."/>
  <w:listSeparator w:val=","/>
  <w14:docId w14:val="77747DAA"/>
  <w15:docId w15:val="{A5C64977-4C1B-439C-BFDC-7887F2BC7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00D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34C4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oterChar">
    <w:name w:val="Footer Char"/>
    <w:link w:val="Footer"/>
    <w:rsid w:val="00434C4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spose-heading">
    <w:name w:val="aspose-heading"/>
    <w:basedOn w:val="Normal"/>
    <w:link w:val="aspose-headingChar"/>
    <w:qFormat/>
    <w:rsid w:val="00434C4A"/>
    <w:pPr>
      <w:spacing w:after="0" w:line="240" w:lineRule="auto"/>
    </w:pPr>
    <w:rPr>
      <w:rFonts w:ascii="Arial" w:eastAsia="Times New Roman" w:hAnsi="Arial"/>
      <w:noProof/>
      <w:color w:val="FFFFFF"/>
      <w:sz w:val="36"/>
      <w:szCs w:val="40"/>
    </w:rPr>
  </w:style>
  <w:style w:type="character" w:customStyle="1" w:styleId="aspose-headingChar">
    <w:name w:val="aspose-heading Char"/>
    <w:link w:val="aspose-heading"/>
    <w:rsid w:val="00434C4A"/>
    <w:rPr>
      <w:rFonts w:ascii="Arial" w:eastAsia="Times New Roman" w:hAnsi="Arial" w:cs="Arial"/>
      <w:noProof/>
      <w:color w:val="FFFFFF"/>
      <w:sz w:val="36"/>
      <w:szCs w:val="40"/>
    </w:rPr>
  </w:style>
  <w:style w:type="paragraph" w:customStyle="1" w:styleId="aspose-heading2">
    <w:name w:val="aspose-heading2"/>
    <w:basedOn w:val="Normal"/>
    <w:link w:val="aspose-heading2Char"/>
    <w:qFormat/>
    <w:rsid w:val="007411E2"/>
    <w:pPr>
      <w:spacing w:before="200" w:after="100"/>
    </w:pPr>
    <w:rPr>
      <w:rFonts w:ascii="Arial" w:hAnsi="Arial"/>
      <w:color w:val="0D0D0D"/>
      <w:sz w:val="28"/>
      <w:szCs w:val="28"/>
    </w:rPr>
  </w:style>
  <w:style w:type="character" w:customStyle="1" w:styleId="aspose-heading2Char">
    <w:name w:val="aspose-heading2 Char"/>
    <w:link w:val="aspose-heading2"/>
    <w:rsid w:val="007411E2"/>
    <w:rPr>
      <w:rFonts w:ascii="Arial" w:hAnsi="Arial" w:cs="Arial"/>
      <w:color w:val="0D0D0D"/>
      <w:sz w:val="28"/>
      <w:szCs w:val="28"/>
    </w:rPr>
  </w:style>
  <w:style w:type="table" w:styleId="TableGrid">
    <w:name w:val="Table Grid"/>
    <w:basedOn w:val="TableNormal"/>
    <w:uiPriority w:val="59"/>
    <w:rsid w:val="00BB0A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43393F"/>
    <w:pPr>
      <w:tabs>
        <w:tab w:val="center" w:pos="4513"/>
        <w:tab w:val="right" w:pos="9026"/>
      </w:tabs>
      <w:spacing w:after="0" w:line="240" w:lineRule="auto"/>
    </w:pPr>
    <w:rPr>
      <w:rFonts w:ascii="Arial" w:eastAsia="Arial" w:hAnsi="Arial"/>
    </w:rPr>
  </w:style>
  <w:style w:type="character" w:customStyle="1" w:styleId="HeaderChar">
    <w:name w:val="Header Char"/>
    <w:basedOn w:val="DefaultParagraphFont"/>
    <w:link w:val="Header"/>
    <w:uiPriority w:val="99"/>
    <w:rsid w:val="0043393F"/>
  </w:style>
  <w:style w:type="paragraph" w:styleId="BalloonText">
    <w:name w:val="Balloon Text"/>
    <w:basedOn w:val="Normal"/>
    <w:link w:val="BalloonTextChar"/>
    <w:uiPriority w:val="99"/>
    <w:semiHidden/>
    <w:unhideWhenUsed/>
    <w:rsid w:val="00433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3393F"/>
    <w:rPr>
      <w:rFonts w:ascii="Tahoma" w:hAnsi="Tahoma" w:cs="Tahoma"/>
      <w:sz w:val="16"/>
      <w:szCs w:val="16"/>
    </w:rPr>
  </w:style>
  <w:style w:type="paragraph" w:customStyle="1" w:styleId="Normal2">
    <w:name w:val="Normal2"/>
    <w:basedOn w:val="Normal"/>
    <w:link w:val="Normal2Char"/>
    <w:qFormat/>
    <w:rsid w:val="00B156F3"/>
    <w:pPr>
      <w:spacing w:after="0" w:line="240" w:lineRule="auto"/>
    </w:pPr>
    <w:rPr>
      <w:rFonts w:ascii="Arial" w:eastAsia="Times New Roman" w:hAnsi="Arial"/>
      <w:noProof/>
      <w:color w:val="000080"/>
      <w:lang w:eastAsia="ru-RU"/>
    </w:rPr>
  </w:style>
  <w:style w:type="character" w:customStyle="1" w:styleId="Normal2Char">
    <w:name w:val="Normal2 Char"/>
    <w:link w:val="Normal2"/>
    <w:rsid w:val="00B156F3"/>
    <w:rPr>
      <w:rFonts w:ascii="Arial" w:eastAsia="Times New Roman" w:hAnsi="Arial" w:cs="Arial"/>
      <w:noProof/>
      <w:color w:va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55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rojects\ASPOSE\Demo%20Work\.NET%20Components\Aspose.Words\C%23\General\Tempal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D3324-4BDD-47FC-B414-068463F40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Tempalte1</Template>
  <TotalTime>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Aspose</Company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Aspose</dc:creator>
  <cp:lastModifiedBy>R PC</cp:lastModifiedBy>
  <cp:revision>3</cp:revision>
  <dcterms:created xsi:type="dcterms:W3CDTF">2010-08-30T11:50:00Z</dcterms:created>
  <dcterms:modified xsi:type="dcterms:W3CDTF">2020-01-25T10:22:00Z</dcterms:modified>
</cp:coreProperties>
</file>